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2C4" w:rsidRPr="00F45ECA" w:rsidRDefault="00F962C4">
      <w:pPr>
        <w:rPr>
          <w:b/>
          <w:sz w:val="28"/>
          <w:szCs w:val="28"/>
        </w:rPr>
      </w:pPr>
      <w:r w:rsidRPr="00F45ECA">
        <w:rPr>
          <w:b/>
          <w:sz w:val="28"/>
          <w:szCs w:val="28"/>
        </w:rPr>
        <w:t>Список погибших воинов ВОВ по Новосильскому сельсовету Тербунского района Липецкой области по состоянию на 01.03.2015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1"/>
        <w:gridCol w:w="1812"/>
        <w:gridCol w:w="1759"/>
        <w:gridCol w:w="2017"/>
        <w:gridCol w:w="1191"/>
        <w:gridCol w:w="2241"/>
      </w:tblGrid>
      <w:tr w:rsidR="00F962C4" w:rsidRPr="00BC66B7" w:rsidTr="00BC66B7">
        <w:tc>
          <w:tcPr>
            <w:tcW w:w="552" w:type="dxa"/>
            <w:vAlign w:val="center"/>
          </w:tcPr>
          <w:p w:rsidR="00F962C4" w:rsidRPr="00BC66B7" w:rsidRDefault="00F962C4" w:rsidP="00BC66B7">
            <w:pPr>
              <w:spacing w:after="0" w:line="240" w:lineRule="auto"/>
              <w:jc w:val="center"/>
            </w:pPr>
            <w:r w:rsidRPr="00BC66B7">
              <w:t>№</w:t>
            </w:r>
            <w:r w:rsidRPr="00BC66B7">
              <w:br/>
              <w:t>п/п</w:t>
            </w:r>
          </w:p>
        </w:tc>
        <w:tc>
          <w:tcPr>
            <w:tcW w:w="2289" w:type="dxa"/>
            <w:vAlign w:val="center"/>
          </w:tcPr>
          <w:p w:rsidR="00F962C4" w:rsidRPr="00BC66B7" w:rsidRDefault="00F962C4" w:rsidP="00BC66B7">
            <w:pPr>
              <w:spacing w:after="0" w:line="240" w:lineRule="auto"/>
              <w:jc w:val="center"/>
            </w:pPr>
            <w:r w:rsidRPr="00BC66B7">
              <w:t>Фамилия, имя, отчество</w:t>
            </w:r>
          </w:p>
        </w:tc>
        <w:tc>
          <w:tcPr>
            <w:tcW w:w="1247" w:type="dxa"/>
            <w:vAlign w:val="center"/>
          </w:tcPr>
          <w:p w:rsidR="00F962C4" w:rsidRPr="00BC66B7" w:rsidRDefault="00F962C4" w:rsidP="00BC66B7">
            <w:pPr>
              <w:spacing w:after="0" w:line="240" w:lineRule="auto"/>
              <w:jc w:val="center"/>
            </w:pPr>
            <w:r w:rsidRPr="00BC66B7">
              <w:t>Воинское звание</w:t>
            </w:r>
          </w:p>
        </w:tc>
        <w:tc>
          <w:tcPr>
            <w:tcW w:w="1926" w:type="dxa"/>
            <w:vAlign w:val="center"/>
          </w:tcPr>
          <w:p w:rsidR="00F962C4" w:rsidRPr="00BC66B7" w:rsidRDefault="00F962C4" w:rsidP="00BC66B7">
            <w:pPr>
              <w:spacing w:after="0" w:line="240" w:lineRule="auto"/>
              <w:jc w:val="center"/>
            </w:pPr>
            <w:r w:rsidRPr="00BC66B7">
              <w:t>Место рождения, дата рождения</w:t>
            </w:r>
          </w:p>
        </w:tc>
        <w:tc>
          <w:tcPr>
            <w:tcW w:w="1581" w:type="dxa"/>
            <w:vAlign w:val="center"/>
          </w:tcPr>
          <w:p w:rsidR="00F962C4" w:rsidRPr="00BC66B7" w:rsidRDefault="00F962C4" w:rsidP="00BC66B7">
            <w:pPr>
              <w:spacing w:after="0" w:line="240" w:lineRule="auto"/>
              <w:jc w:val="center"/>
            </w:pPr>
            <w:r w:rsidRPr="00BC66B7">
              <w:t>Причина выбытия</w:t>
            </w:r>
          </w:p>
        </w:tc>
        <w:tc>
          <w:tcPr>
            <w:tcW w:w="1976" w:type="dxa"/>
            <w:vAlign w:val="center"/>
          </w:tcPr>
          <w:p w:rsidR="00F962C4" w:rsidRPr="00BC66B7" w:rsidRDefault="00F962C4" w:rsidP="00BC66B7">
            <w:pPr>
              <w:spacing w:after="0" w:line="240" w:lineRule="auto"/>
              <w:jc w:val="center"/>
            </w:pPr>
            <w:r w:rsidRPr="00BC66B7">
              <w:t>Место захоронения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Алтунин Борис Николаевич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Алтунин Данил Филиппович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12 г"/>
              </w:smartTagPr>
              <w:r w:rsidRPr="00BC66B7">
                <w:t>1912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03.05.42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Карелия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Алтунинин Степан Кузьмич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11 г"/>
              </w:smartTagPr>
              <w:r w:rsidRPr="00BC66B7">
                <w:t>1911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Алтунин Семен Константинович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10 г"/>
              </w:smartTagPr>
              <w:r w:rsidRPr="00BC66B7">
                <w:t>1910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03.05.42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область</w:t>
            </w:r>
            <w:r>
              <w:t xml:space="preserve"> с. Плотки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Астафьев Анисий Андреевич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896 г"/>
              </w:smartTagPr>
              <w:r w:rsidRPr="00BC66B7">
                <w:t>1896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22.06.43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область, Кировский район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Астафьев Андрей Филиппович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897 г"/>
              </w:smartTagPr>
              <w:r w:rsidRPr="00BC66B7">
                <w:t>1897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12.04.43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Орловская область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Афанасьев Андрей Харитонович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23 г"/>
              </w:smartTagPr>
              <w:r w:rsidRPr="00BC66B7">
                <w:t>1923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Убит 07.08.44</w:t>
            </w:r>
            <w:r w:rsidRPr="00BC66B7">
              <w:t xml:space="preserve">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Ахапкин Алексей Федорович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23 г"/>
              </w:smartTagPr>
              <w:r w:rsidRPr="00BC66B7">
                <w:t>1923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Погиб от ранения </w:t>
            </w:r>
            <w:smartTag w:uri="urn:schemas-microsoft-com:office:smarttags" w:element="metricconverter">
              <w:smartTagPr>
                <w:attr w:name="ProductID" w:val="10.43 г"/>
              </w:smartTagPr>
              <w:r w:rsidRPr="00BC66B7">
                <w:t>10.43 г</w:t>
              </w:r>
            </w:smartTag>
            <w:r w:rsidRPr="00BC66B7"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  <w:rPr>
                <w:color w:val="000000"/>
              </w:rPr>
            </w:pPr>
            <w:r w:rsidRPr="00BC66B7">
              <w:rPr>
                <w:color w:val="000000"/>
              </w:rPr>
              <w:t>Ахапкин Гордей Андревич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11 г"/>
              </w:smartTagPr>
              <w:r w:rsidRPr="00BC66B7">
                <w:t>1911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03.08.43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Ахапкин Иван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26 г"/>
              </w:smartTagPr>
              <w:r w:rsidRPr="00BC66B7">
                <w:t>1926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п/б </w:t>
            </w:r>
            <w:smartTag w:uri="urn:schemas-microsoft-com:office:smarttags" w:element="metricconverter">
              <w:smartTagPr>
                <w:attr w:name="ProductID" w:val="10.43 г"/>
              </w:smartTagPr>
              <w:r w:rsidRPr="00BC66B7">
                <w:t>10.43 г</w:t>
              </w:r>
            </w:smartTag>
            <w:r w:rsidRPr="00BC66B7"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Ахапкин Тихон Григорьевич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899 г"/>
              </w:smartTagPr>
              <w:r w:rsidRPr="00BC66B7">
                <w:t>1899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24.09.43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г. Харьков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Ахапкин Петр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06.01.42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Тульская область, поселок Груша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Ахапкин Константин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07 г"/>
              </w:smartTagPr>
              <w:r w:rsidRPr="00BC66B7">
                <w:t>1907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10.09.41г.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Ахапкин Федор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899 г"/>
              </w:smartTagPr>
              <w:r w:rsidRPr="00BC66B7">
                <w:t>1899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</w:t>
            </w:r>
            <w:r w:rsidRPr="00BC66B7">
              <w:t xml:space="preserve"> </w:t>
            </w:r>
            <w:smartTag w:uri="urn:schemas-microsoft-com:office:smarttags" w:element="metricconverter">
              <w:smartTagPr>
                <w:attr w:name="ProductID" w:val="09.43 г"/>
              </w:smartTagPr>
              <w:r w:rsidRPr="00BC66B7">
                <w:t>09.43 г</w:t>
              </w:r>
            </w:smartTag>
            <w:r w:rsidRPr="00BC66B7"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Алексей Пертрович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05 г"/>
              </w:smartTagPr>
              <w:r w:rsidRPr="00BC66B7">
                <w:t>1905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24.09.43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Алексей Матвеевич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03 г"/>
              </w:smartTagPr>
              <w:r w:rsidRPr="00BC66B7">
                <w:t>1903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13.42.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Алексей Пертрович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11 г"/>
              </w:smartTagPr>
              <w:r w:rsidRPr="00BC66B7">
                <w:t>1911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Погиб 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Алексей Тиреевич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892 г"/>
              </w:smartTagPr>
              <w:r w:rsidRPr="00BC66B7">
                <w:t>1892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п/б </w:t>
            </w:r>
            <w:smartTag w:uri="urn:schemas-microsoft-com:office:smarttags" w:element="metricconverter">
              <w:smartTagPr>
                <w:attr w:name="ProductID" w:val="03.42 г"/>
              </w:smartTagPr>
              <w:r w:rsidRPr="00BC66B7">
                <w:t>03.42 г</w:t>
              </w:r>
            </w:smartTag>
            <w:r w:rsidRPr="00BC66B7"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Василий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smartTag w:uri="urn:schemas-microsoft-com:office:smarttags" w:element="metricconverter">
              <w:smartTagPr>
                <w:attr w:name="ProductID" w:val="1907 г"/>
              </w:smartTagPr>
              <w:r w:rsidRPr="00BC66B7">
                <w:t>1907 г</w:t>
              </w:r>
            </w:smartTag>
            <w:r w:rsidRPr="00BC66B7">
              <w:t>.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07.43г. 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Карелия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 Дмитрий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Иван Кузьмич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Убит </w:t>
            </w:r>
            <w:smartTag w:uri="urn:schemas-microsoft-com:office:smarttags" w:element="metricconverter">
              <w:smartTagPr>
                <w:attr w:name="ProductID" w:val="10.43 г"/>
              </w:smartTagPr>
              <w:r w:rsidRPr="00BC66B7">
                <w:t>10.43 г</w:t>
              </w:r>
            </w:smartTag>
            <w:r w:rsidRPr="00BC66B7">
              <w:t xml:space="preserve">. 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Михаил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07.02.45 г. 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Восточная Пруссия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Михаил Владимирович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Убит </w:t>
            </w:r>
            <w:smartTag w:uri="urn:schemas-microsoft-com:office:smarttags" w:element="metricconverter">
              <w:smartTagPr>
                <w:attr w:name="ProductID" w:val="10.43 г"/>
              </w:smartTagPr>
              <w:r w:rsidRPr="00BC66B7">
                <w:t>10.43 г</w:t>
              </w:r>
            </w:smartTag>
            <w:r w:rsidRPr="00BC66B7"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 Митрофан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 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 Яков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21.11.43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Витебская обл. Городокский</w:t>
            </w:r>
            <w:r w:rsidRPr="00BC66B7">
              <w:t xml:space="preserve"> р-он д. Малая Кана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 Алексей Кириллович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03.42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 Алексей Мамонович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03.42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Евдоким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12.42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 Кузьма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1899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28.06.42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Боровлев  Митрофан Егорович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rPr>
          <w:trHeight w:val="495"/>
        </w:trPr>
        <w:tc>
          <w:tcPr>
            <w:tcW w:w="552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31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Буравлев Анатолий Владимирович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1925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04..45</w:t>
            </w: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rPr>
          <w:trHeight w:val="585"/>
        </w:trPr>
        <w:tc>
          <w:tcPr>
            <w:tcW w:w="552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32</w:t>
            </w: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Бурав</w:t>
            </w:r>
            <w:r w:rsidRPr="00BC66B7">
              <w:t>лев Яков Петрович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1916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11.43</w:t>
            </w:r>
          </w:p>
        </w:tc>
        <w:tc>
          <w:tcPr>
            <w:tcW w:w="197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д. Малая Кана Городокского р-она Витебской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Белоусов Василий Григорьевич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Беляев Николай Дмитриевич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11.10.43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Латвийская ССР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Величкин Иван Нестерович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1911 (д. Островок)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25.08.42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Курская обл. г. Суриково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Величкин  Илья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Сержант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(с. Б.-Поляна)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Умер от ран 11.10.44г.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Латвийская ССР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Гуров Иван Андреевич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(М. Борки)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17.02.43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Грудинкин Дмитрий Митрофанович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39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Грудинин  Дмитрий  Митрофанович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07.41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Дорожкин Иван Егорович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Умер от ран 18.01.44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обл., д. Волукво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Дорожкин  Михаил Афанасьевич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1904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Дорожкин  Михаил Сергеевич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08.41г.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Дорожкин Иван Георгиевич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1920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</w:t>
            </w:r>
            <w:smartTag w:uri="urn:schemas-microsoft-com:office:smarttags" w:element="metricconverter">
              <w:smartTagPr>
                <w:attr w:name="ProductID" w:val="03.41 г"/>
              </w:smartTagPr>
              <w:r>
                <w:t>03.41 г</w:t>
              </w:r>
            </w:smartTag>
            <w:r>
              <w:t xml:space="preserve">. 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С. Волуево 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Дорожкин  Иван Никифорович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</w:t>
            </w:r>
            <w:smartTag w:uri="urn:schemas-microsoft-com:office:smarttags" w:element="metricconverter">
              <w:smartTagPr>
                <w:attr w:name="ProductID" w:val="07.43 г"/>
              </w:smartTagPr>
              <w:r>
                <w:t>07.43 г</w:t>
              </w:r>
            </w:smartTag>
            <w:r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Елисов Антон Гаврилович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</w:t>
            </w:r>
            <w:r w:rsidRPr="00BC66B7">
              <w:t xml:space="preserve"> 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Елисов Андриан Гаврилович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Мл. л-нт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06.41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Елисов Михаил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в </w:t>
            </w:r>
            <w:smartTag w:uri="urn:schemas-microsoft-com:office:smarttags" w:element="metricconverter">
              <w:smartTagPr>
                <w:attr w:name="ProductID" w:val="1943 г"/>
              </w:smartTagPr>
              <w:r>
                <w:t>1943 г</w:t>
              </w:r>
            </w:smartTag>
            <w:r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Елисов Николай Владимирович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</w:t>
            </w:r>
            <w:smartTag w:uri="urn:schemas-microsoft-com:office:smarttags" w:element="metricconverter">
              <w:smartTagPr>
                <w:attr w:name="ProductID" w:val="02.43 г"/>
              </w:smartTagPr>
              <w:r>
                <w:t>02.43 г</w:t>
              </w:r>
            </w:smartTag>
            <w:r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49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Елисов Владимир Семенович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07.43г.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50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Елисов Иван Сергеевич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03.44г.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51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Елисов Николай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</w:t>
            </w:r>
            <w:r w:rsidRPr="00BC66B7">
              <w:t xml:space="preserve">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0F48A7">
        <w:trPr>
          <w:trHeight w:val="600"/>
        </w:trPr>
        <w:tc>
          <w:tcPr>
            <w:tcW w:w="552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52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r w:rsidRPr="00BC66B7">
              <w:t>Елисов Павел Алексеевич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1914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</w:t>
            </w:r>
            <w:r w:rsidRPr="00BC66B7">
              <w:t xml:space="preserve"> 10.43г.</w:t>
            </w: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0F48A7">
        <w:trPr>
          <w:trHeight w:val="465"/>
        </w:trPr>
        <w:tc>
          <w:tcPr>
            <w:tcW w:w="552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53</w:t>
            </w: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F962C4" w:rsidRDefault="00F962C4" w:rsidP="00BC66B7">
            <w:pPr>
              <w:spacing w:after="0" w:line="240" w:lineRule="auto"/>
            </w:pPr>
            <w:r>
              <w:t>Елисов Федор Николаевич</w:t>
            </w:r>
          </w:p>
          <w:p w:rsidR="00F962C4" w:rsidRPr="00BC66B7" w:rsidRDefault="00F962C4" w:rsidP="00BC66B7"/>
        </w:tc>
        <w:tc>
          <w:tcPr>
            <w:tcW w:w="1247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Кр-ц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F962C4" w:rsidRDefault="00F962C4" w:rsidP="00BC66B7">
            <w:r>
              <w:t>1911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F962C4" w:rsidRDefault="00F962C4" w:rsidP="00BC66B7">
            <w:r>
              <w:t>Погиб 08.43г.</w:t>
            </w:r>
          </w:p>
        </w:tc>
        <w:tc>
          <w:tcPr>
            <w:tcW w:w="197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54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Журавлев Григорий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Д. Соколовка Орловской области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55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Журавлев Михаил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56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Журавлев Михаил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57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Журавлев Иван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58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Журавлев Степан Тимофеевич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</w:t>
            </w:r>
            <w:r w:rsidRPr="00BC66B7">
              <w:t xml:space="preserve"> </w:t>
            </w:r>
            <w:smartTag w:uri="urn:schemas-microsoft-com:office:smarttags" w:element="metricconverter">
              <w:smartTagPr>
                <w:attr w:name="ProductID" w:val="10.43 г"/>
              </w:smartTagPr>
              <w:r w:rsidRPr="00BC66B7">
                <w:t>10.43 г</w:t>
              </w:r>
            </w:smartTag>
            <w:r w:rsidRPr="00BC66B7"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59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Алексей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Полтавская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Алексей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13.08.43г.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Полтавская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Афанасий Егорович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13.04.42г.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Андрей Митрофанович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Ст-на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16.11.44г.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Венгрия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Борис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03.44г.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Г. Чернигов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Борис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04.01.43г.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Владимир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Василий Архипович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Василий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 11.43г.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Василий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29.12.44г.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Латвийская ССР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69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Григорий Андреевич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29.12.44г.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Латвийская ССР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Георгий Георгиевич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27.01.45г.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Восточная Пруссия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Григорий Дмитриевич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 06.43г.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Гаврил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06.43г.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Долгоруково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Дмитрий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Ст-на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Умер от ран 10.03.42г.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Дмитрий Елисеевич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02.03.42г.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обл.Великаторн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Дмитрий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Золотухин  Дмитрий Стефанович                     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Ст. с-нт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15.09.44г.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Латвийская ССР д.Щукуло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Дмитрий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11.10.43г.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Карельская ССР д. Людвино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Дмитрий Филиппович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Умер от ран 12.02.43г.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Г. Свердловск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79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Егор Кузьмич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09.08.44г.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Белостонская обл.д.Новая-Лена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Иван Андреевич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Иван Борисович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24.11.41.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Тульская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Иван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 12.42г.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Иван Тимофеевич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Ст. л-т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Иван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Ст. л-т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Умер 21.10.43г.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Д.Кукурю Калининская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Иван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07.43г.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Константин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26.01.43г.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Воронежская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Михаил Афанасьевич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1920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Михаил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89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Николай Кузьмич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Николай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05.09.43г.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обл., Елецкий р-он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Николай Сергеевич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23.07.43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Петр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Убит </w:t>
            </w:r>
            <w:smartTag w:uri="urn:schemas-microsoft-com:office:smarttags" w:element="metricconverter">
              <w:smartTagPr>
                <w:attr w:name="ProductID" w:val="10.43 г"/>
              </w:smartTagPr>
              <w:r w:rsidRPr="00BC66B7">
                <w:t>10.43 г</w:t>
              </w:r>
            </w:smartTag>
            <w:r w:rsidRPr="00BC66B7">
              <w:t xml:space="preserve">. 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Павел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10.06.42г.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Павел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19.03.42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Сергей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п/б </w:t>
            </w:r>
            <w:smartTag w:uri="urn:schemas-microsoft-com:office:smarttags" w:element="metricconverter">
              <w:smartTagPr>
                <w:attr w:name="ProductID" w:val="06.43 г"/>
              </w:smartTagPr>
              <w:r w:rsidRPr="00BC66B7">
                <w:t>06.43 г</w:t>
              </w:r>
            </w:smartTag>
            <w:r w:rsidRPr="00BC66B7"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Степан Моисеевич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26.12.39 г</w:t>
            </w:r>
            <w:r>
              <w:t>.н</w:t>
            </w:r>
            <w:r w:rsidRPr="00BC66B7">
              <w:t>а Финской войне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Семен Федорович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обл.,Массальский</w:t>
            </w:r>
          </w:p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 р-н.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Тимофей Борисович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26.08.43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Харьковская обл., с. Бабой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99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Тимофей Семенович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1910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21.01.43г.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Воронежская обл., с.Ольховатка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Тимофей Матвеевич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п/б </w:t>
            </w:r>
            <w:smartTag w:uri="urn:schemas-microsoft-com:office:smarttags" w:element="metricconverter">
              <w:smartTagPr>
                <w:attr w:name="ProductID" w:val="10.42 г"/>
              </w:smartTagPr>
              <w:r w:rsidRPr="00BC66B7">
                <w:t>10.42 г</w:t>
              </w:r>
            </w:smartTag>
            <w:r w:rsidRPr="00BC66B7"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Тимофей Федорович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12.02.44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Тихон Афанасьевич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1920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01.42г.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Тихон Кузьмич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12.02.44г.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Тихон Федорович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Умер от ран 10.08.43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Федор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18.06.42г.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Федор Илларионович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08.06.42г.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Яков Андреевич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03.43г.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Михаил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</w:t>
            </w:r>
            <w:smartTag w:uri="urn:schemas-microsoft-com:office:smarttags" w:element="metricconverter">
              <w:smartTagPr>
                <w:attr w:name="ProductID" w:val="01.45 г"/>
              </w:smartTagPr>
              <w:r>
                <w:t>01.45 г</w:t>
              </w:r>
            </w:smartTag>
            <w:r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Смоленская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109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Федор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05.42г.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Д. Селяха Залучского р-на Ленинградской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Федор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</w:t>
            </w:r>
            <w:smartTag w:uri="urn:schemas-microsoft-com:office:smarttags" w:element="metricconverter">
              <w:smartTagPr>
                <w:attr w:name="ProductID" w:val="06.42 г"/>
              </w:smartTagPr>
              <w:r>
                <w:t>06.42 г</w:t>
              </w:r>
            </w:smartTag>
            <w:r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 Александр Федорович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</w:t>
            </w:r>
            <w:smartTag w:uri="urn:schemas-microsoft-com:office:smarttags" w:element="metricconverter">
              <w:smartTagPr>
                <w:attr w:name="ProductID" w:val="03.43 г"/>
              </w:smartTagPr>
              <w:r>
                <w:t>03.43 г</w:t>
              </w:r>
            </w:smartTag>
            <w:r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Алексей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С-нт командир отделения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10.44г.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Венгрия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Дмитрий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04.43г.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Иван Матвеевич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1910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Погиб в </w:t>
            </w:r>
            <w:smartTag w:uri="urn:schemas-microsoft-com:office:smarttags" w:element="metricconverter">
              <w:smartTagPr>
                <w:attr w:name="ProductID" w:val="1944 г"/>
              </w:smartTagPr>
              <w:r>
                <w:t>1944 г</w:t>
              </w:r>
            </w:smartTag>
            <w:r>
              <w:t>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Иван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02.42г.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Иван Павлович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10.41г.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Илья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11.43г.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Кузьма Митрофанович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07.41г.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119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 Кузьма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07.41г.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120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Золотухина Мария Ивановна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Погибла 02.43г.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121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Измайлов Григорий Борисович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13.02.43г.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12</w:t>
            </w:r>
            <w:r>
              <w:t>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Иванов Федор Нестерович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12.04.43г.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с. Новосильское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12</w:t>
            </w:r>
            <w:r>
              <w:t>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Коршунов Михаил Филиппович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03.43г.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124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Коршунов Егор Филиппович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11.1943г.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125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Краснощеких Аким Борисович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126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Краснощеких Аким 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07.42г.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127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Краснощеких Федор Ильич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26.09.42г.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128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Курочкин Петр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12.04.43г.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с. Новосильское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129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Михаил Семенович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08.42г.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Владимир Митрофанович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Василий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07.43г.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Дмитрий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Иван Дмитриевич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п\б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Илья Митрофанович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Михаил Стефанович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Михаил Афанасьевич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Кудинов Тимофей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Кулешов Василий Ильич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139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Корьяков Алексей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12.04.43г.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Медведев Митрофан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Медведев Сергей Ильич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14.07.43г.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Курская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Медведев Дмитрий Дмитриевич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12.41г.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Медведев Федор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11.43г.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Мельников Павел Игнатьевич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09.43г.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Михайлов Афанасий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11.43г.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Михайлов Михаил Дмитриевич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22.12.43г.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Михайлов Сергей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07.42г.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Витебская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Михайлов Тимофей Николаевич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07.42г.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149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Алексей Александрович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1909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20.03.43г.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Алексей Никифорович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23.04.42г.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Александр Андреевич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07.43г.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Андрей Александрович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Мл. с-нт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28.08.42г.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Калининская обл.,Зубецкторск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Василий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07.43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Василий Константинович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1901</w:t>
            </w:r>
            <w:r>
              <w:t xml:space="preserve"> д. Новая Ивановка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Умер от ран </w:t>
            </w:r>
            <w:r w:rsidRPr="00BC66B7">
              <w:t>24.08.44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Д.Изберск Печерского р-на Псковской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Василий Игнат</w:t>
            </w:r>
            <w:r>
              <w:t>ье</w:t>
            </w:r>
            <w:r w:rsidRPr="00BC66B7">
              <w:t>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07.43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Митрофан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22.04.43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Петр Трофимович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09.01.43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обл., д.Орехово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Назаров Павел Владимирович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13.09.43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Орловская обл. , д. Ивановка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159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Василий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07.43</w:t>
            </w:r>
            <w:r w:rsidRPr="00BC66B7">
              <w:t xml:space="preserve">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160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Василий Константинович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1901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24.08</w:t>
            </w:r>
            <w:r w:rsidRPr="00BC66B7">
              <w:t>.44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Эстонская ССР г. Вязна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161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Нечаев Василий Семенович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  <w:r>
              <w:t xml:space="preserve">  д.Новая Ивановка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04.44г.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162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Назаров Гаврил Васильевич 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13.09.43г.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Д. Ивановка Орловская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163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Назаров Порфирий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14.08.42г.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с.</w:t>
            </w:r>
            <w:r w:rsidRPr="00BC66B7">
              <w:t>Озерки</w:t>
            </w:r>
            <w:r>
              <w:t xml:space="preserve"> Тербунского р-она Липецкой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164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Назаров Сергей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Рядовой 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09.43г.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п. Сельцо Дядьковского р-на Брянской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165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Орехов Роман Данилович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02.42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166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Павлов Гаврил Евдокимович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10.43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Латвийская ССР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167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Павлов Егор Семенович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10.43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3821C4">
        <w:trPr>
          <w:trHeight w:val="705"/>
        </w:trPr>
        <w:tc>
          <w:tcPr>
            <w:tcW w:w="552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168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F962C4" w:rsidRDefault="00F962C4" w:rsidP="00BC66B7">
            <w:pPr>
              <w:spacing w:after="0" w:line="240" w:lineRule="auto"/>
            </w:pPr>
            <w:r w:rsidRPr="00BC66B7">
              <w:t>Попов Яков Арсентьевич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 г.</w:t>
            </w: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3821C4">
        <w:trPr>
          <w:trHeight w:val="375"/>
        </w:trPr>
        <w:tc>
          <w:tcPr>
            <w:tcW w:w="552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169</w:t>
            </w: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Попов Кузьма Федорович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С-нт, ком. взвода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1905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Умер от ран 06.42г.</w:t>
            </w:r>
          </w:p>
        </w:tc>
        <w:tc>
          <w:tcPr>
            <w:tcW w:w="197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п. Кресцы Ленинградской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170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Писарев Александр Степанович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rPr>
          <w:trHeight w:val="540"/>
        </w:trPr>
        <w:tc>
          <w:tcPr>
            <w:tcW w:w="552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171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Панарин Тихон Кондратьевич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1900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22.01.41 г.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rPr>
          <w:trHeight w:val="525"/>
        </w:trPr>
        <w:tc>
          <w:tcPr>
            <w:tcW w:w="552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172</w:t>
            </w: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Писцов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Ст. л-нт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12.04.43г.</w:t>
            </w:r>
          </w:p>
        </w:tc>
        <w:tc>
          <w:tcPr>
            <w:tcW w:w="197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173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Ревтов Антон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03.43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174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Романов Серафим Дмитриевич 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Умер от ран 10.42г.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175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Струков Алексей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21.08.45г.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176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Струков Алексей Павлович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03.43г.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177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Струков Дмитрий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03.03.45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Латвийская ССР, Лиепайский р-н, Приекульское в/кладбище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178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Струков Данил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02.44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179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Струков Егор Андреевич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10.43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Соловьев Степан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08.42г.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Струков Василий Григорьевич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Рядовой 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в 1945г.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Струков Петр Архипович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Л-нт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1910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03.45г.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Струков Семен Александрович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 xml:space="preserve">Рядовой 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07.42г.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Фомин Федор Григорьевич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27.01.43г.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с.Новосильское</w:t>
            </w:r>
          </w:p>
        </w:tc>
      </w:tr>
      <w:tr w:rsidR="00F962C4" w:rsidRPr="00BC66B7" w:rsidTr="00BC66B7">
        <w:trPr>
          <w:trHeight w:val="720"/>
        </w:trPr>
        <w:tc>
          <w:tcPr>
            <w:tcW w:w="552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185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Филатов Иван Данилович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04.44г.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г. Кандалакши</w:t>
            </w:r>
          </w:p>
        </w:tc>
      </w:tr>
      <w:tr w:rsidR="00F962C4" w:rsidRPr="00BC66B7" w:rsidTr="00BC66B7">
        <w:trPr>
          <w:trHeight w:val="885"/>
        </w:trPr>
        <w:tc>
          <w:tcPr>
            <w:tcW w:w="552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186</w:t>
            </w: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Филатов Иван Дмитриевич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  <w:r w:rsidRPr="00BC66B7">
              <w:t>1912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03.04.44г.</w:t>
            </w:r>
          </w:p>
        </w:tc>
        <w:tc>
          <w:tcPr>
            <w:tcW w:w="197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 xml:space="preserve">Чуйков Андрей Николаевич 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08.01.42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Чуйков Василий Дмитриевич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05.43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189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Чуйков Дмитрий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18.12.45г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г.Вильнюс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Чуйков Тихон Тихонович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12.42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Черников Александр Васильевич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1897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03.42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Чуйков Андрей Никитович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стрелок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01.41г.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Чуйков Дмитрий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Ст. л-нт ком. взвода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Умер от ран 02.45г.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Ст. Тиден-Ансдорф Восточная Пруссия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Алексей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03.42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Алексей Трофимович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1900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10.43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3B558B">
        <w:trPr>
          <w:trHeight w:val="630"/>
        </w:trPr>
        <w:tc>
          <w:tcPr>
            <w:tcW w:w="552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196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F962C4" w:rsidRDefault="00F962C4" w:rsidP="00BC66B7">
            <w:pPr>
              <w:spacing w:after="0" w:line="240" w:lineRule="auto"/>
            </w:pPr>
            <w:r w:rsidRPr="00BC66B7">
              <w:t>Шаталов Александр Тимофеевич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27.09.42 г.</w:t>
            </w: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Калининградская обл.</w:t>
            </w:r>
          </w:p>
        </w:tc>
      </w:tr>
      <w:tr w:rsidR="00F962C4" w:rsidRPr="00BC66B7" w:rsidTr="003B558B">
        <w:trPr>
          <w:trHeight w:val="435"/>
        </w:trPr>
        <w:tc>
          <w:tcPr>
            <w:tcW w:w="552" w:type="dxa"/>
            <w:tcBorders>
              <w:top w:val="single" w:sz="4" w:space="0" w:color="auto"/>
            </w:tcBorders>
          </w:tcPr>
          <w:p w:rsidR="00F962C4" w:rsidRDefault="00F962C4" w:rsidP="00BC66B7"/>
        </w:tc>
        <w:tc>
          <w:tcPr>
            <w:tcW w:w="2289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Шаталов Андриан Максимович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рядовой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1924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r>
              <w:t>Погиб 03.43г.</w:t>
            </w:r>
          </w:p>
        </w:tc>
        <w:tc>
          <w:tcPr>
            <w:tcW w:w="1976" w:type="dxa"/>
            <w:tcBorders>
              <w:top w:val="single" w:sz="4" w:space="0" w:color="auto"/>
            </w:tcBorders>
          </w:tcPr>
          <w:p w:rsidR="00F962C4" w:rsidRPr="00BC66B7" w:rsidRDefault="00F962C4" w:rsidP="00BC66B7"/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Вениамин Моисеевич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12.43 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Егор Прокофьевич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09.07.43г.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Г. Цюрупы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199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 Иван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03.12.43г.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Смоленская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Михаил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02.</w:t>
            </w:r>
            <w:r w:rsidRPr="00BC66B7">
              <w:t>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Концлагерь Лансдорф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Николай Дмитриевич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12.44г.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Курская обл.Щебекинский  р-он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202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Николай Тимофеевич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1925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 12.07.43г.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Курская обл.,Щебекинский р-он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203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Матвей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1904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Погиб 08.05.45г.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20</w:t>
            </w:r>
            <w:r>
              <w:t>4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Пантелей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КР-ц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 07.43г.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205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Яков Михайлович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1913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17.11.42г.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Калининская обл.,д.Колбанана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206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Щептиков Никита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1902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02.42г.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207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Щептиков Павел Петрович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24.03.43г.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Ленинградская обл.,Мгнинский р-он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208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Щитиков Семен Гаврилович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1918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Убит 01.02.43г.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209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Иван Александрович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п/б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210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Иван Иванович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 телефонист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12.43г.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Г. Чемышки Невельского р-на Калининской обл.</w:t>
            </w:r>
          </w:p>
        </w:tc>
      </w:tr>
      <w:tr w:rsidR="00F962C4" w:rsidRPr="00BC66B7" w:rsidTr="00BC66B7">
        <w:tc>
          <w:tcPr>
            <w:tcW w:w="552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211</w:t>
            </w:r>
          </w:p>
        </w:tc>
        <w:tc>
          <w:tcPr>
            <w:tcW w:w="2289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Иван Алексеевич</w:t>
            </w:r>
          </w:p>
        </w:tc>
        <w:tc>
          <w:tcPr>
            <w:tcW w:w="1247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Рядовой</w:t>
            </w:r>
          </w:p>
        </w:tc>
        <w:tc>
          <w:tcPr>
            <w:tcW w:w="1926" w:type="dxa"/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1921</w:t>
            </w:r>
          </w:p>
        </w:tc>
        <w:tc>
          <w:tcPr>
            <w:tcW w:w="1581" w:type="dxa"/>
          </w:tcPr>
          <w:p w:rsidR="00F962C4" w:rsidRPr="00BC66B7" w:rsidRDefault="00F962C4" w:rsidP="00BC66B7">
            <w:pPr>
              <w:spacing w:after="0" w:line="240" w:lineRule="auto"/>
            </w:pPr>
            <w:r>
              <w:t>Погиб 03.43г.</w:t>
            </w:r>
          </w:p>
        </w:tc>
        <w:tc>
          <w:tcPr>
            <w:tcW w:w="1976" w:type="dxa"/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rPr>
          <w:trHeight w:val="690"/>
        </w:trPr>
        <w:tc>
          <w:tcPr>
            <w:tcW w:w="552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212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Шаталов Петр Егорович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1909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  <w:r>
              <w:t>Погиб 10.41г.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</w:p>
        </w:tc>
      </w:tr>
      <w:tr w:rsidR="00F962C4" w:rsidRPr="00BC66B7" w:rsidTr="00BC66B7">
        <w:trPr>
          <w:trHeight w:val="578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213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Харасов Махерни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1906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12.04.43г.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 w:rsidRPr="00BC66B7">
              <w:t>с. Новосильское</w:t>
            </w:r>
          </w:p>
        </w:tc>
      </w:tr>
      <w:tr w:rsidR="00F962C4" w:rsidRPr="00BC66B7" w:rsidTr="00BC66B7">
        <w:trPr>
          <w:trHeight w:val="653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214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Спиридонов Александр Иванович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Призван  Ворошиловским РВК г. Горького, рядовой стрелок в 1144 стр. полку 340 стр. дивизии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  <w:r>
              <w:t>1903 д. Старая Прудень Д-Константиновского района Нижегородской области</w:t>
            </w:r>
          </w:p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  <w:p w:rsidR="00F962C4" w:rsidRPr="00BC66B7" w:rsidRDefault="00F962C4" w:rsidP="00BC66B7">
            <w:pPr>
              <w:spacing w:after="0" w:line="240" w:lineRule="auto"/>
            </w:pPr>
            <w:r>
              <w:t>Погиб в бою 21.07.42г.</w:t>
            </w: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  <w:r>
              <w:t>Д. ХрущевоЗемлянского р-на Воронежской обл.</w:t>
            </w:r>
          </w:p>
        </w:tc>
      </w:tr>
      <w:tr w:rsidR="00F962C4" w:rsidRPr="00BC66B7" w:rsidTr="00BC66B7">
        <w:trPr>
          <w:trHeight w:val="675"/>
        </w:trPr>
        <w:tc>
          <w:tcPr>
            <w:tcW w:w="552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  <w:tc>
          <w:tcPr>
            <w:tcW w:w="1976" w:type="dxa"/>
            <w:tcBorders>
              <w:top w:val="single" w:sz="4" w:space="0" w:color="auto"/>
            </w:tcBorders>
          </w:tcPr>
          <w:p w:rsidR="00F962C4" w:rsidRPr="00BC66B7" w:rsidRDefault="00F962C4" w:rsidP="00BC66B7">
            <w:pPr>
              <w:spacing w:after="0" w:line="240" w:lineRule="auto"/>
            </w:pPr>
          </w:p>
        </w:tc>
      </w:tr>
    </w:tbl>
    <w:p w:rsidR="00F962C4" w:rsidRDefault="00F962C4"/>
    <w:sectPr w:rsidR="00F962C4" w:rsidSect="00377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2C4" w:rsidRDefault="00F962C4" w:rsidP="00F45ECA">
      <w:pPr>
        <w:spacing w:after="0" w:line="240" w:lineRule="auto"/>
      </w:pPr>
      <w:r>
        <w:separator/>
      </w:r>
    </w:p>
  </w:endnote>
  <w:endnote w:type="continuationSeparator" w:id="0">
    <w:p w:rsidR="00F962C4" w:rsidRDefault="00F962C4" w:rsidP="00F4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2C4" w:rsidRDefault="00F962C4" w:rsidP="00F45ECA">
      <w:pPr>
        <w:spacing w:after="0" w:line="240" w:lineRule="auto"/>
      </w:pPr>
      <w:r>
        <w:separator/>
      </w:r>
    </w:p>
  </w:footnote>
  <w:footnote w:type="continuationSeparator" w:id="0">
    <w:p w:rsidR="00F962C4" w:rsidRDefault="00F962C4" w:rsidP="00F45E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D8F"/>
    <w:rsid w:val="00025AF6"/>
    <w:rsid w:val="000369C8"/>
    <w:rsid w:val="0004703B"/>
    <w:rsid w:val="00050755"/>
    <w:rsid w:val="00055ECC"/>
    <w:rsid w:val="000D0E41"/>
    <w:rsid w:val="000E626C"/>
    <w:rsid w:val="000E6C4F"/>
    <w:rsid w:val="000F3F10"/>
    <w:rsid w:val="000F48A7"/>
    <w:rsid w:val="000F5F5E"/>
    <w:rsid w:val="00222E9B"/>
    <w:rsid w:val="0023516B"/>
    <w:rsid w:val="002362CF"/>
    <w:rsid w:val="00265494"/>
    <w:rsid w:val="00290D3A"/>
    <w:rsid w:val="00294897"/>
    <w:rsid w:val="002B27A9"/>
    <w:rsid w:val="002B524A"/>
    <w:rsid w:val="002B783A"/>
    <w:rsid w:val="002D5159"/>
    <w:rsid w:val="00304D8F"/>
    <w:rsid w:val="00327C1C"/>
    <w:rsid w:val="00350AB7"/>
    <w:rsid w:val="003551E1"/>
    <w:rsid w:val="003608FC"/>
    <w:rsid w:val="00377B59"/>
    <w:rsid w:val="003821C4"/>
    <w:rsid w:val="00382B67"/>
    <w:rsid w:val="00391E77"/>
    <w:rsid w:val="003B558B"/>
    <w:rsid w:val="003F57BE"/>
    <w:rsid w:val="003F675B"/>
    <w:rsid w:val="004000F6"/>
    <w:rsid w:val="00425C41"/>
    <w:rsid w:val="00455855"/>
    <w:rsid w:val="004560D1"/>
    <w:rsid w:val="004948C3"/>
    <w:rsid w:val="004B7A68"/>
    <w:rsid w:val="004E66D4"/>
    <w:rsid w:val="0051208B"/>
    <w:rsid w:val="00563485"/>
    <w:rsid w:val="005C7380"/>
    <w:rsid w:val="005D0FA6"/>
    <w:rsid w:val="005D122B"/>
    <w:rsid w:val="005D6378"/>
    <w:rsid w:val="005F16F7"/>
    <w:rsid w:val="0066413F"/>
    <w:rsid w:val="0068094E"/>
    <w:rsid w:val="006D49A1"/>
    <w:rsid w:val="006D5349"/>
    <w:rsid w:val="006F4D8B"/>
    <w:rsid w:val="006F5CFE"/>
    <w:rsid w:val="007278D7"/>
    <w:rsid w:val="00730F0B"/>
    <w:rsid w:val="007741AE"/>
    <w:rsid w:val="007E7300"/>
    <w:rsid w:val="007F7B05"/>
    <w:rsid w:val="008012B6"/>
    <w:rsid w:val="00811274"/>
    <w:rsid w:val="008226C9"/>
    <w:rsid w:val="00855095"/>
    <w:rsid w:val="008577BA"/>
    <w:rsid w:val="00891289"/>
    <w:rsid w:val="008D03C5"/>
    <w:rsid w:val="008E4247"/>
    <w:rsid w:val="009304AD"/>
    <w:rsid w:val="00945BC6"/>
    <w:rsid w:val="009474EC"/>
    <w:rsid w:val="009502A2"/>
    <w:rsid w:val="00972CDB"/>
    <w:rsid w:val="009E02FC"/>
    <w:rsid w:val="009E0A42"/>
    <w:rsid w:val="009E2926"/>
    <w:rsid w:val="00A14445"/>
    <w:rsid w:val="00A32767"/>
    <w:rsid w:val="00A37FD6"/>
    <w:rsid w:val="00A51B46"/>
    <w:rsid w:val="00A82536"/>
    <w:rsid w:val="00AB469B"/>
    <w:rsid w:val="00AD263A"/>
    <w:rsid w:val="00AD7920"/>
    <w:rsid w:val="00B078FD"/>
    <w:rsid w:val="00B124C0"/>
    <w:rsid w:val="00B2432B"/>
    <w:rsid w:val="00B36168"/>
    <w:rsid w:val="00B5337D"/>
    <w:rsid w:val="00B9279B"/>
    <w:rsid w:val="00BC66B7"/>
    <w:rsid w:val="00C14225"/>
    <w:rsid w:val="00C178A2"/>
    <w:rsid w:val="00C32DE7"/>
    <w:rsid w:val="00C619F8"/>
    <w:rsid w:val="00C8253E"/>
    <w:rsid w:val="00C834DE"/>
    <w:rsid w:val="00CC4057"/>
    <w:rsid w:val="00CE7025"/>
    <w:rsid w:val="00CF61A6"/>
    <w:rsid w:val="00D05E9F"/>
    <w:rsid w:val="00D67DE9"/>
    <w:rsid w:val="00D86E01"/>
    <w:rsid w:val="00D97540"/>
    <w:rsid w:val="00DA734C"/>
    <w:rsid w:val="00DC796C"/>
    <w:rsid w:val="00E048D4"/>
    <w:rsid w:val="00E53D53"/>
    <w:rsid w:val="00E5423A"/>
    <w:rsid w:val="00E576A2"/>
    <w:rsid w:val="00E8092E"/>
    <w:rsid w:val="00E9664A"/>
    <w:rsid w:val="00EA668C"/>
    <w:rsid w:val="00EB3035"/>
    <w:rsid w:val="00EC2BD1"/>
    <w:rsid w:val="00EF3D39"/>
    <w:rsid w:val="00F225FA"/>
    <w:rsid w:val="00F22750"/>
    <w:rsid w:val="00F22ACF"/>
    <w:rsid w:val="00F27340"/>
    <w:rsid w:val="00F45ECA"/>
    <w:rsid w:val="00F6439B"/>
    <w:rsid w:val="00F66642"/>
    <w:rsid w:val="00F76097"/>
    <w:rsid w:val="00F942C1"/>
    <w:rsid w:val="00F962C4"/>
    <w:rsid w:val="00FB3C4F"/>
    <w:rsid w:val="00FD38ED"/>
    <w:rsid w:val="00FD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59"/>
    <w:pPr>
      <w:spacing w:after="200" w:line="276" w:lineRule="auto"/>
    </w:pPr>
    <w:rPr>
      <w:lang w:eastAsia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4D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4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5EC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4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5E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1000</TotalTime>
  <Pages>11</Pages>
  <Words>2131</Words>
  <Characters>12147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Юля</cp:lastModifiedBy>
  <cp:revision>27</cp:revision>
  <dcterms:created xsi:type="dcterms:W3CDTF">2015-03-27T08:05:00Z</dcterms:created>
  <dcterms:modified xsi:type="dcterms:W3CDTF">2015-04-08T04:04:00Z</dcterms:modified>
</cp:coreProperties>
</file>